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593B1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E15C04" w14:textId="6B8792DA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9F3D6D187C6A49B7352CBC5F19569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4-1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BE7DB7">
                  <w:rPr>
                    <w:rStyle w:val="Dokumentdatum"/>
                  </w:rPr>
                  <w:t>17</w:t>
                </w:r>
                <w:r w:rsidR="00B707AD">
                  <w:rPr>
                    <w:rStyle w:val="Dokumentdatum"/>
                  </w:rPr>
                  <w:t xml:space="preserve">. </w:t>
                </w:r>
                <w:r w:rsidR="00BE7DB7">
                  <w:rPr>
                    <w:rStyle w:val="Dokumentdatum"/>
                  </w:rPr>
                  <w:t>April</w:t>
                </w:r>
                <w:r w:rsidR="00B707AD">
                  <w:rPr>
                    <w:rStyle w:val="Dokumentdatum"/>
                  </w:rPr>
                  <w:t xml:space="preserve"> 202</w:t>
                </w:r>
                <w:r w:rsidR="00BE7DB7">
                  <w:rPr>
                    <w:rStyle w:val="Dokumentdatum"/>
                  </w:rPr>
                  <w:t>3</w:t>
                </w:r>
              </w:sdtContent>
            </w:sdt>
          </w:p>
        </w:tc>
      </w:tr>
      <w:tr w:rsidR="00785C10" w:rsidRPr="00785C10" w14:paraId="726918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E0AE111" w14:textId="5A3D26D6" w:rsidR="00785C10" w:rsidRPr="00BE7DB7" w:rsidRDefault="00785C10" w:rsidP="00785C10">
            <w:pPr>
              <w:pStyle w:val="Betreff"/>
              <w:rPr>
                <w:lang w:val="en-US"/>
              </w:rPr>
            </w:pPr>
            <w:proofErr w:type="spellStart"/>
            <w:r w:rsidRPr="00785C10">
              <w:rPr>
                <w:lang w:val="en-US"/>
              </w:rPr>
              <w:t>myGEZE</w:t>
            </w:r>
            <w:proofErr w:type="spellEnd"/>
            <w:r w:rsidRPr="00785C10">
              <w:rPr>
                <w:lang w:val="en-US"/>
              </w:rPr>
              <w:t xml:space="preserve"> Control: The next generation networking solution </w:t>
            </w:r>
          </w:p>
        </w:tc>
      </w:tr>
    </w:tbl>
    <w:p w14:paraId="05AC5A1E" w14:textId="77777777" w:rsidR="00CF3D90" w:rsidRDefault="00CF3D90" w:rsidP="00CF3D90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</w:t>
      </w:r>
    </w:p>
    <w:p w14:paraId="4009DA2F" w14:textId="77777777" w:rsidR="00CF3D90" w:rsidRDefault="00CF3D90" w:rsidP="00CF3D90">
      <w:pPr>
        <w:pStyle w:val="Margin"/>
        <w:framePr w:h="1478" w:hRule="exact" w:wrap="around" w:x="8780" w:y="4022"/>
      </w:pPr>
      <w:r>
        <w:rPr>
          <w:color w:val="002364"/>
        </w:rPr>
        <w:t>Heike Holfelder</w:t>
      </w:r>
    </w:p>
    <w:p w14:paraId="55041A22" w14:textId="77777777" w:rsidR="00CF3D90" w:rsidRDefault="00CF3D90" w:rsidP="00CF3D90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+</w:t>
      </w:r>
      <w:r>
        <w:rPr>
          <w:color w:val="002364"/>
          <w:lang w:val="fr-FR"/>
        </w:rPr>
        <w:t>49 7152 203 6406</w:t>
      </w:r>
    </w:p>
    <w:p w14:paraId="196B7B1F" w14:textId="77777777" w:rsidR="00CF3D90" w:rsidRDefault="00CF3D90" w:rsidP="00CF3D90">
      <w:pPr>
        <w:pStyle w:val="Margin"/>
        <w:framePr w:h="1478" w:hRule="exact" w:wrap="around" w:x="8780" w:y="4022"/>
        <w:rPr>
          <w:color w:val="002364"/>
          <w:lang w:val="fr-FR"/>
        </w:rPr>
      </w:pPr>
      <w:r>
        <w:rPr>
          <w:rStyle w:val="MarginVorsatzwrter"/>
          <w:color w:val="002364"/>
          <w:lang w:val="fr-FR"/>
        </w:rPr>
        <w:t>EMAIL</w:t>
      </w:r>
      <w:r>
        <w:rPr>
          <w:color w:val="002364"/>
          <w:lang w:val="fr-FR"/>
        </w:rPr>
        <w:t xml:space="preserve">  h.holfelder@geze.com</w:t>
      </w:r>
    </w:p>
    <w:p w14:paraId="48003EB2" w14:textId="77777777" w:rsidR="00104446" w:rsidRPr="00051D03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00"/>
        <w:gridCol w:w="3422"/>
        <w:gridCol w:w="1742"/>
      </w:tblGrid>
      <w:tr w:rsidR="00104446" w:rsidRPr="008E4BE2" w14:paraId="528F6B64" w14:textId="77777777" w:rsidTr="00CB7320">
        <w:trPr>
          <w:trHeight w:val="426"/>
          <w:tblHeader/>
        </w:trPr>
        <w:tc>
          <w:tcPr>
            <w:tcW w:w="43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71FE31" w14:textId="3C256F8E" w:rsidR="00104446" w:rsidRPr="008E4BE2" w:rsidRDefault="00CF3D90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4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317B3C" w14:textId="19D99310" w:rsidR="00104446" w:rsidRPr="008E4BE2" w:rsidRDefault="00CF3D90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1519A0B" w14:textId="6A59FEB5" w:rsidR="00104446" w:rsidRPr="008E4BE2" w:rsidRDefault="00CF3D90" w:rsidP="00CF3D9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8678EA" w14:paraId="39F4FEAD" w14:textId="77777777" w:rsidTr="00CB7320">
        <w:trPr>
          <w:trHeight w:val="2601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17BB89" w14:textId="32C5A82F" w:rsidR="008678EA" w:rsidRDefault="008678EA" w:rsidP="008678EA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3D1D77B" wp14:editId="044483AC">
                  <wp:extent cx="1440000" cy="1440000"/>
                  <wp:effectExtent l="0" t="0" r="0" b="0"/>
                  <wp:docPr id="14" name="Grafik 14" descr="Ein Bild, das Diagram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 descr="Ein Bild, das Diagramm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82594D" w14:textId="6D6C11CB" w:rsidR="008678EA" w:rsidRPr="00CF3D90" w:rsidRDefault="008678EA" w:rsidP="008678EA">
            <w:pPr>
              <w:rPr>
                <w:bCs/>
                <w:color w:val="002364"/>
                <w:sz w:val="20"/>
                <w:szCs w:val="20"/>
                <w:lang w:val="en-US"/>
              </w:rPr>
            </w:pPr>
            <w:r w:rsidRPr="00D1025B">
              <w:rPr>
                <w:color w:val="002060"/>
                <w:sz w:val="20"/>
                <w:szCs w:val="20"/>
                <w:lang w:val="en-US"/>
              </w:rPr>
              <w:t>The networking solution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>
              <w:rPr>
                <w:color w:val="002060"/>
                <w:sz w:val="20"/>
                <w:szCs w:val="20"/>
                <w:lang w:val="en-US"/>
              </w:rPr>
              <w:t xml:space="preserve"> Control</w:t>
            </w:r>
            <w:r w:rsidRPr="00D1025B">
              <w:rPr>
                <w:color w:val="002060"/>
                <w:sz w:val="20"/>
                <w:szCs w:val="20"/>
                <w:lang w:val="en-US"/>
              </w:rPr>
              <w:t xml:space="preserve"> realizes smooth and efficient building operations</w:t>
            </w:r>
            <w:r>
              <w:rPr>
                <w:color w:val="002060"/>
                <w:sz w:val="20"/>
                <w:szCs w:val="20"/>
                <w:lang w:val="en-US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3A8B358" w14:textId="2C1639B0" w:rsidR="008678EA" w:rsidRPr="00104446" w:rsidRDefault="008678EA" w:rsidP="008678EA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78EA" w14:paraId="307EB966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DB062C" w14:textId="13FFFACA" w:rsidR="008678EA" w:rsidRDefault="008678EA" w:rsidP="008678EA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08A5948" wp14:editId="668FECDB">
                  <wp:extent cx="1736720" cy="1440000"/>
                  <wp:effectExtent l="0" t="0" r="3810" b="0"/>
                  <wp:docPr id="13" name="Grafik 13" descr="Ein Bild, das Spiel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Spielzeu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672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8878DD" w14:textId="26BA1489" w:rsidR="008678EA" w:rsidRPr="00FD5642" w:rsidRDefault="008678EA" w:rsidP="008678EA">
            <w:pPr>
              <w:rPr>
                <w:color w:val="002364"/>
                <w:sz w:val="20"/>
                <w:szCs w:val="20"/>
                <w:lang w:val="en-US"/>
              </w:rPr>
            </w:pPr>
            <w:r w:rsidRPr="0041168C">
              <w:rPr>
                <w:color w:val="002060"/>
                <w:sz w:val="20"/>
                <w:szCs w:val="20"/>
                <w:lang w:val="en-US"/>
              </w:rPr>
              <w:t xml:space="preserve">Thanks to </w:t>
            </w:r>
            <w:proofErr w:type="spellStart"/>
            <w:r w:rsidRPr="0041168C">
              <w:rPr>
                <w:color w:val="002060"/>
                <w:sz w:val="20"/>
                <w:szCs w:val="20"/>
                <w:lang w:val="en-US"/>
              </w:rPr>
              <w:t>standardised</w:t>
            </w:r>
            <w:proofErr w:type="spellEnd"/>
            <w:r w:rsidRPr="0041168C">
              <w:rPr>
                <w:color w:val="002060"/>
                <w:sz w:val="20"/>
                <w:szCs w:val="20"/>
                <w:lang w:val="en-US"/>
              </w:rPr>
              <w:t xml:space="preserve"> BACnet project management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>
              <w:rPr>
                <w:color w:val="002060"/>
                <w:sz w:val="20"/>
                <w:szCs w:val="20"/>
                <w:lang w:val="en-US"/>
              </w:rPr>
              <w:t xml:space="preserve"> Control </w:t>
            </w:r>
            <w:r w:rsidRPr="0041168C">
              <w:rPr>
                <w:color w:val="002060"/>
                <w:sz w:val="20"/>
                <w:szCs w:val="20"/>
                <w:lang w:val="en-US"/>
              </w:rPr>
              <w:t>can be integrated into building management systems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r w:rsidRPr="0041168C">
              <w:rPr>
                <w:color w:val="002060"/>
                <w:sz w:val="20"/>
                <w:szCs w:val="20"/>
                <w:lang w:val="en-US"/>
              </w:rPr>
              <w:t>from any manufacturer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917692" w14:textId="7088DD45" w:rsidR="008678EA" w:rsidRPr="00785C10" w:rsidRDefault="008678EA" w:rsidP="008678EA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78EA" w:rsidRPr="008678EA" w14:paraId="04CD277C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DBE30C1" w14:textId="122A5187" w:rsidR="008678EA" w:rsidRDefault="008678EA" w:rsidP="008678EA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C86737E" wp14:editId="4D09A59A">
                  <wp:extent cx="2094623" cy="1440000"/>
                  <wp:effectExtent l="0" t="0" r="1270" b="0"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2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613CB2" w14:textId="715F9849" w:rsidR="008678EA" w:rsidRDefault="008678EA" w:rsidP="008678EA">
            <w:pPr>
              <w:rPr>
                <w:color w:val="002060"/>
                <w:sz w:val="20"/>
                <w:szCs w:val="20"/>
                <w:lang w:val="en-US"/>
              </w:rPr>
            </w:pPr>
            <w:r w:rsidRPr="0041168C">
              <w:rPr>
                <w:color w:val="002060"/>
                <w:sz w:val="20"/>
                <w:szCs w:val="20"/>
                <w:lang w:val="en-US"/>
              </w:rPr>
              <w:t xml:space="preserve">Thanks to </w:t>
            </w:r>
            <w:proofErr w:type="spellStart"/>
            <w:r w:rsidRPr="0041168C">
              <w:rPr>
                <w:color w:val="002060"/>
                <w:sz w:val="20"/>
                <w:szCs w:val="20"/>
                <w:lang w:val="en-US"/>
              </w:rPr>
              <w:t>standardised</w:t>
            </w:r>
            <w:proofErr w:type="spellEnd"/>
            <w:r w:rsidRPr="0041168C">
              <w:rPr>
                <w:color w:val="002060"/>
                <w:sz w:val="20"/>
                <w:szCs w:val="20"/>
                <w:lang w:val="en-US"/>
              </w:rPr>
              <w:t xml:space="preserve"> BACnet project management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2060"/>
                <w:sz w:val="20"/>
                <w:szCs w:val="20"/>
                <w:lang w:val="en-US"/>
              </w:rPr>
              <w:t>myGEZE</w:t>
            </w:r>
            <w:proofErr w:type="spellEnd"/>
            <w:r>
              <w:rPr>
                <w:color w:val="002060"/>
                <w:sz w:val="20"/>
                <w:szCs w:val="20"/>
                <w:lang w:val="en-US"/>
              </w:rPr>
              <w:t xml:space="preserve"> Control </w:t>
            </w:r>
            <w:r w:rsidRPr="0041168C">
              <w:rPr>
                <w:color w:val="002060"/>
                <w:sz w:val="20"/>
                <w:szCs w:val="20"/>
                <w:lang w:val="en-US"/>
              </w:rPr>
              <w:t>can be integrated into building management systems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 </w:t>
            </w:r>
            <w:r w:rsidRPr="0041168C">
              <w:rPr>
                <w:color w:val="002060"/>
                <w:sz w:val="20"/>
                <w:szCs w:val="20"/>
                <w:lang w:val="en-US"/>
              </w:rPr>
              <w:t>from any manufacturer</w:t>
            </w:r>
            <w:r>
              <w:rPr>
                <w:color w:val="002060"/>
                <w:sz w:val="20"/>
                <w:szCs w:val="20"/>
                <w:lang w:val="en-US"/>
              </w:rPr>
              <w:t xml:space="preserve">. </w:t>
            </w:r>
            <w:bookmarkStart w:id="0" w:name="_GoBack"/>
            <w:bookmarkEnd w:id="0"/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6257C0" w14:textId="5319FF29" w:rsidR="008678EA" w:rsidRPr="008678EA" w:rsidRDefault="008678EA" w:rsidP="008678EA">
            <w:pPr>
              <w:jc w:val="center"/>
              <w:rPr>
                <w:color w:val="002364"/>
                <w:sz w:val="20"/>
                <w:szCs w:val="20"/>
                <w:lang w:val="en-US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832B12A" w14:textId="77777777" w:rsidR="008F511E" w:rsidRPr="008678EA" w:rsidRDefault="008F511E" w:rsidP="00095819">
      <w:pPr>
        <w:rPr>
          <w:lang w:val="en-US"/>
        </w:rPr>
      </w:pPr>
    </w:p>
    <w:sectPr w:rsidR="008F511E" w:rsidRPr="008678EA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EEE1F" w14:textId="77777777" w:rsidR="009F002D" w:rsidRDefault="009F002D" w:rsidP="008D6134">
      <w:pPr>
        <w:spacing w:line="240" w:lineRule="auto"/>
      </w:pPr>
      <w:r>
        <w:separator/>
      </w:r>
    </w:p>
  </w:endnote>
  <w:endnote w:type="continuationSeparator" w:id="0">
    <w:p w14:paraId="6CEEFE86" w14:textId="77777777" w:rsidR="009F002D" w:rsidRDefault="009F002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221CA" w14:textId="77777777" w:rsidR="009F002D" w:rsidRDefault="009F002D" w:rsidP="008D6134">
      <w:pPr>
        <w:spacing w:line="240" w:lineRule="auto"/>
      </w:pPr>
      <w:r>
        <w:separator/>
      </w:r>
    </w:p>
  </w:footnote>
  <w:footnote w:type="continuationSeparator" w:id="0">
    <w:p w14:paraId="74D1A242" w14:textId="77777777" w:rsidR="009F002D" w:rsidRDefault="009F002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E45D3" w14:paraId="1B631E5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2C003E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22523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8F025D" w14:textId="19CDA9A5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655D5" w:rsidRPr="008B572B">
            <w:t>Press</w:t>
          </w:r>
          <w:r w:rsidR="00F655D5">
            <w:t xml:space="preserve"> photos</w:t>
          </w:r>
          <w:r>
            <w:fldChar w:fldCharType="end"/>
          </w:r>
          <w:r w:rsidR="00CF3D90">
            <w:t xml:space="preserve"> </w:t>
          </w:r>
          <w:proofErr w:type="spellStart"/>
          <w:r w:rsidR="00CF3D90">
            <w:t>Photos</w:t>
          </w:r>
          <w:proofErr w:type="spellEnd"/>
        </w:p>
        <w:p w14:paraId="3D5A7AB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42D8599" w14:textId="77777777" w:rsidTr="00B556B7">
      <w:trPr>
        <w:trHeight w:hRule="exact" w:val="215"/>
      </w:trPr>
      <w:tc>
        <w:tcPr>
          <w:tcW w:w="7359" w:type="dxa"/>
        </w:tcPr>
        <w:p w14:paraId="66B7CC82" w14:textId="306888CF" w:rsidR="00F15040" w:rsidRPr="008A2F5C" w:rsidRDefault="00CF3D90" w:rsidP="00B556B7">
          <w:pPr>
            <w:pStyle w:val="DatumFolgeseiten"/>
            <w:framePr w:hSpace="0" w:wrap="auto" w:vAnchor="margin" w:yAlign="inline"/>
          </w:pPr>
          <w:proofErr w:type="spellStart"/>
          <w:r>
            <w:t>from</w:t>
          </w:r>
          <w:proofErr w:type="spellEnd"/>
          <w:r w:rsidR="00C65692" w:rsidRPr="008A2F5C">
            <w:t xml:space="preserve">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4-17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BE7DB7">
                <w:t>17.04.2023</w:t>
              </w:r>
            </w:sdtContent>
          </w:sdt>
        </w:p>
      </w:tc>
    </w:tr>
  </w:tbl>
  <w:p w14:paraId="516B076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208364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FE1A3D0" wp14:editId="7E562BC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1F7A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E45D3" w14:paraId="362B8D3A" w14:textId="77777777" w:rsidTr="005A529F">
      <w:trPr>
        <w:trHeight w:hRule="exact" w:val="198"/>
      </w:trPr>
      <w:tc>
        <w:tcPr>
          <w:tcW w:w="7371" w:type="dxa"/>
        </w:tcPr>
        <w:p w14:paraId="3277BA1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075C2CB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FD5C7BB" w14:textId="4653B34F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</w:t>
          </w:r>
          <w:r w:rsidR="00CF3D90">
            <w:t xml:space="preserve"> </w:t>
          </w:r>
          <w:proofErr w:type="spellStart"/>
          <w:r w:rsidR="00CF3D90">
            <w:t>photos</w:t>
          </w:r>
          <w:bookmarkEnd w:id="2"/>
          <w:proofErr w:type="spellEnd"/>
        </w:p>
      </w:tc>
    </w:tr>
  </w:tbl>
  <w:p w14:paraId="762C7C3C" w14:textId="3459DFF5" w:rsidR="00095819" w:rsidRDefault="00CE45D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59" behindDoc="1" locked="1" layoutInCell="1" allowOverlap="1" wp14:anchorId="5820A135" wp14:editId="26C6D158">
          <wp:simplePos x="0" y="0"/>
          <wp:positionH relativeFrom="page">
            <wp:posOffset>5507502</wp:posOffset>
          </wp:positionH>
          <wp:positionV relativeFrom="page">
            <wp:posOffset>837028</wp:posOffset>
          </wp:positionV>
          <wp:extent cx="1620000" cy="1620000"/>
          <wp:effectExtent l="0" t="0" r="0" b="0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DC45498" wp14:editId="53D37F2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3225C33D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3E17F35" wp14:editId="4CD9DBE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599B153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0"/>
    <w:rsid w:val="0001564F"/>
    <w:rsid w:val="00025DF7"/>
    <w:rsid w:val="00045A8D"/>
    <w:rsid w:val="00051D03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96988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19F6"/>
    <w:rsid w:val="00512C05"/>
    <w:rsid w:val="00516727"/>
    <w:rsid w:val="00525290"/>
    <w:rsid w:val="0052628E"/>
    <w:rsid w:val="0053157C"/>
    <w:rsid w:val="00535F31"/>
    <w:rsid w:val="00546F76"/>
    <w:rsid w:val="00551265"/>
    <w:rsid w:val="00575AEF"/>
    <w:rsid w:val="00590F61"/>
    <w:rsid w:val="00592597"/>
    <w:rsid w:val="005A4E09"/>
    <w:rsid w:val="005A529F"/>
    <w:rsid w:val="005E7E7C"/>
    <w:rsid w:val="0060196E"/>
    <w:rsid w:val="006333E9"/>
    <w:rsid w:val="00650096"/>
    <w:rsid w:val="006572AA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84B9A"/>
    <w:rsid w:val="00785C10"/>
    <w:rsid w:val="007949B3"/>
    <w:rsid w:val="007C2744"/>
    <w:rsid w:val="007C2C48"/>
    <w:rsid w:val="007D4F8A"/>
    <w:rsid w:val="007E700E"/>
    <w:rsid w:val="007F0435"/>
    <w:rsid w:val="00846FEA"/>
    <w:rsid w:val="008510DC"/>
    <w:rsid w:val="00862803"/>
    <w:rsid w:val="00863B08"/>
    <w:rsid w:val="008678EA"/>
    <w:rsid w:val="008A2F5C"/>
    <w:rsid w:val="008B572B"/>
    <w:rsid w:val="008B5ABA"/>
    <w:rsid w:val="008C32F8"/>
    <w:rsid w:val="008D6134"/>
    <w:rsid w:val="008E0936"/>
    <w:rsid w:val="008E707F"/>
    <w:rsid w:val="008F0D1C"/>
    <w:rsid w:val="008F1F72"/>
    <w:rsid w:val="008F511E"/>
    <w:rsid w:val="009149AE"/>
    <w:rsid w:val="00925FCD"/>
    <w:rsid w:val="00970D30"/>
    <w:rsid w:val="00980D79"/>
    <w:rsid w:val="0099368D"/>
    <w:rsid w:val="009A14CC"/>
    <w:rsid w:val="009A4C91"/>
    <w:rsid w:val="009F002D"/>
    <w:rsid w:val="009F121E"/>
    <w:rsid w:val="00A03805"/>
    <w:rsid w:val="00A2525B"/>
    <w:rsid w:val="00A330C9"/>
    <w:rsid w:val="00A37A65"/>
    <w:rsid w:val="00A9034D"/>
    <w:rsid w:val="00A91680"/>
    <w:rsid w:val="00AA25C7"/>
    <w:rsid w:val="00AC11A3"/>
    <w:rsid w:val="00AE09F9"/>
    <w:rsid w:val="00AF20CB"/>
    <w:rsid w:val="00B06CCE"/>
    <w:rsid w:val="00B22183"/>
    <w:rsid w:val="00B223C4"/>
    <w:rsid w:val="00B542C6"/>
    <w:rsid w:val="00B54D7B"/>
    <w:rsid w:val="00B556B7"/>
    <w:rsid w:val="00B56991"/>
    <w:rsid w:val="00B707AD"/>
    <w:rsid w:val="00BD0F82"/>
    <w:rsid w:val="00BE7DB7"/>
    <w:rsid w:val="00C222D9"/>
    <w:rsid w:val="00C3654A"/>
    <w:rsid w:val="00C405F5"/>
    <w:rsid w:val="00C4274B"/>
    <w:rsid w:val="00C65692"/>
    <w:rsid w:val="00CB7320"/>
    <w:rsid w:val="00CE45D3"/>
    <w:rsid w:val="00CF3D90"/>
    <w:rsid w:val="00D17012"/>
    <w:rsid w:val="00D21E65"/>
    <w:rsid w:val="00D263AB"/>
    <w:rsid w:val="00D3660E"/>
    <w:rsid w:val="00D5446F"/>
    <w:rsid w:val="00D74A69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F202A"/>
    <w:rsid w:val="00F15040"/>
    <w:rsid w:val="00F46B41"/>
    <w:rsid w:val="00F655D5"/>
    <w:rsid w:val="00F96F22"/>
    <w:rsid w:val="00FD0FC0"/>
    <w:rsid w:val="00FD4D3A"/>
    <w:rsid w:val="00FD5642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9B24A"/>
  <w15:docId w15:val="{93FB87BC-D38F-C948-9ABF-A4163A0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9F3D6D187C6A49B7352CBC5F195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F4722-D987-6141-9208-04B5053B5BA0}"/>
      </w:docPartPr>
      <w:docPartBody>
        <w:p w:rsidR="00130E7B" w:rsidRDefault="00B73F7F">
          <w:pPr>
            <w:pStyle w:val="D99F3D6D187C6A49B7352CBC5F19569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F"/>
    <w:rsid w:val="000649C2"/>
    <w:rsid w:val="00130E7B"/>
    <w:rsid w:val="0033275F"/>
    <w:rsid w:val="003500F2"/>
    <w:rsid w:val="003E4559"/>
    <w:rsid w:val="00627809"/>
    <w:rsid w:val="00A759B7"/>
    <w:rsid w:val="00AD1BB5"/>
    <w:rsid w:val="00B73F7F"/>
    <w:rsid w:val="00C63CF6"/>
    <w:rsid w:val="00E0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9F3D6D187C6A49B7352CBC5F19569F">
    <w:name w:val="D99F3D6D187C6A49B7352CBC5F195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AC50A4-44F6-4096-A671-DCC79029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Holfelder, Heike</cp:lastModifiedBy>
  <cp:revision>4</cp:revision>
  <cp:lastPrinted>2023-04-12T12:12:00Z</cp:lastPrinted>
  <dcterms:created xsi:type="dcterms:W3CDTF">2023-04-12T11:56:00Z</dcterms:created>
  <dcterms:modified xsi:type="dcterms:W3CDTF">2023-04-12T12:12:00Z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